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C7F27">
        <w:rPr>
          <w:rFonts w:ascii="Corbel" w:hAnsi="Corbel"/>
          <w:i/>
          <w:smallCaps/>
          <w:sz w:val="24"/>
          <w:szCs w:val="24"/>
        </w:rPr>
        <w:t xml:space="preserve"> </w:t>
      </w:r>
      <w:r w:rsidR="00F1778E" w:rsidRPr="00F1778E">
        <w:rPr>
          <w:rFonts w:ascii="Corbel" w:hAnsi="Corbel"/>
          <w:i/>
          <w:smallCaps/>
          <w:sz w:val="24"/>
          <w:szCs w:val="24"/>
        </w:rPr>
        <w:t>2021-2024</w:t>
      </w:r>
    </w:p>
    <w:p w:rsidR="0085747A" w:rsidRDefault="003C7F2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1778E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>R</w:t>
      </w:r>
      <w:r w:rsidR="003C7F27">
        <w:rPr>
          <w:rFonts w:ascii="Corbel" w:hAnsi="Corbel"/>
          <w:sz w:val="20"/>
          <w:szCs w:val="20"/>
        </w:rPr>
        <w:t>ok akademicki</w:t>
      </w:r>
      <w:r w:rsidR="00F1778E">
        <w:rPr>
          <w:rFonts w:ascii="Corbel" w:hAnsi="Corbel"/>
          <w:sz w:val="20"/>
          <w:szCs w:val="20"/>
        </w:rPr>
        <w:t xml:space="preserve"> </w:t>
      </w:r>
      <w:r w:rsidR="00F1778E" w:rsidRPr="00F1778E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D79B0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79B0">
              <w:rPr>
                <w:rFonts w:ascii="Corbel" w:hAnsi="Corbel"/>
                <w:color w:val="auto"/>
                <w:sz w:val="22"/>
              </w:rPr>
              <w:t>Zarządzanie w jednostkach samorządu terytorialnego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MK_58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D7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D34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D7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D7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79B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C33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F31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9.3pt;margin-top:3.8pt;width:5.2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"/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F7572" id="AutoShape 2" o:spid="_x0000_s1026" type="#_x0000_t32" style="position:absolute;margin-left:39.3pt;margin-top:3.8pt;width:5.2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luvIQIAAD4EAAAOAAAAZHJzL2Uyb0RvYy54bWysU82O2jAQvlfqO1i+QxIaW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"/>
            </w:pict>
          </mc:Fallback>
        </mc:AlternateConten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wykład - zaliczenie </w:t>
      </w:r>
      <w:r w:rsidR="00504048">
        <w:rPr>
          <w:rFonts w:ascii="Corbel" w:hAnsi="Corbel"/>
          <w:b w:val="0"/>
          <w:i/>
          <w:smallCaps w:val="0"/>
          <w:sz w:val="22"/>
        </w:rPr>
        <w:t>be</w:t>
      </w:r>
      <w:r w:rsidRPr="006F139E">
        <w:rPr>
          <w:rFonts w:ascii="Corbel" w:hAnsi="Corbel"/>
          <w:b w:val="0"/>
          <w:i/>
          <w:smallCaps w:val="0"/>
          <w:sz w:val="22"/>
        </w:rPr>
        <w:t>z ocen</w:t>
      </w:r>
      <w:r w:rsidR="00504048">
        <w:rPr>
          <w:rFonts w:ascii="Corbel" w:hAnsi="Corbel"/>
          <w:b w:val="0"/>
          <w:i/>
          <w:smallCaps w:val="0"/>
          <w:sz w:val="22"/>
        </w:rPr>
        <w:t>y</w:t>
      </w: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ćwiczenia - zaliczenie z oceną </w:t>
      </w:r>
    </w:p>
    <w:p w:rsidR="00C42460" w:rsidRPr="009C54AE" w:rsidRDefault="00C42460" w:rsidP="00C4246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246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041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o administracji publicznej, funkcjonowaniu i zadaniach samorządu terytorialnego, problemach lokalnych i ich rozwiązywaniu w poprzez realizację lokalnych polityk publicznych.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D79B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Poznanie specyfiki zarządzania organizacjami publicznymi na poziomie lokalnym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424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Zapoznanie studentów z procesami decyzyjnymi w jednostkach samorządu terytorialnego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424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Nabycie przez studentów</w:t>
            </w:r>
            <w:r w:rsidRPr="006F139E">
              <w:rPr>
                <w:rFonts w:ascii="Corbel" w:hAnsi="Corbel"/>
                <w:b w:val="0"/>
              </w:rPr>
              <w:t xml:space="preserve"> umiejętności analizy i rozwiązywania problemów związanych z zarządzaniem gminą i jednostkami organizacyjnymi gminy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42460" w:rsidRDefault="00C4246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973"/>
        <w:gridCol w:w="1860"/>
      </w:tblGrid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smallCaps w:val="0"/>
                <w:sz w:val="22"/>
              </w:rPr>
              <w:t>EK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 ( efekt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3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0" w:type="dxa"/>
          </w:tcPr>
          <w:p w:rsidR="004F457C" w:rsidRPr="006F139E" w:rsidRDefault="008D79B0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79B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D79B0">
              <w:rPr>
                <w:rFonts w:ascii="Corbel" w:hAnsi="Corbel"/>
                <w:b w:val="0"/>
                <w:smallCaps w:val="0"/>
                <w:sz w:val="22"/>
                <w:vertAlign w:val="superscript"/>
              </w:rPr>
              <w:footnoteReference w:id="1"/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zna i rozumie  koncepcje i podejścia teoretyczne dotyczące państwa, władz publicznych na poszczególnych szczeblach decyzyjnych. Zna zasady funkcjonowania systemu politycznego, a także specyfikę organizacji i instytucji publicznych i społecznych. Student potrafi wskazać </w:t>
            </w:r>
            <w:r w:rsidRPr="006F139E">
              <w:rPr>
                <w:rFonts w:ascii="Corbel" w:hAnsi="Corbel"/>
              </w:rPr>
              <w:t>obszary życia społeczno-gospodarczego, w których istotną rolę odgrywają jednostki samorządu terytorialnego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K_W05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uwarunkowania, mechanizmy i specyfikę funkcjonowania systemu gospodarczego oraz jego przełożenie na kondycję i działalność jednostek samorządu terytorialnego. Posiada wiedze dotyczącą poszczególnych instrumentów regulacyjnych i interwencyjnych, rozumie konsekwencje ich stosowania i skutki.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K_W19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wykorzystać wiedzę formalną do analizy i interpretacji zjawisk i procesów zachodzących w jednostkach samorządu terytorialnego.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_U01</w:t>
            </w:r>
          </w:p>
        </w:tc>
      </w:tr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</w:t>
            </w:r>
            <w:r w:rsidRPr="006F139E">
              <w:rPr>
                <w:rFonts w:ascii="Corbel" w:hAnsi="Corbel"/>
              </w:rPr>
              <w:t xml:space="preserve">est świadomy </w:t>
            </w:r>
            <w:r>
              <w:rPr>
                <w:rFonts w:ascii="Corbel" w:hAnsi="Corbel"/>
              </w:rPr>
              <w:t xml:space="preserve">konieczności zachowania etycznej postawy oraz profesjonalnego podejścia pracowników jednostek samorządowych do wykonywania zadań. Rozumie przełożenie zachowania i postawy kadr administracji samorządowej na jakość funkcjonowanie całej jednostki oraz jakość relacji pomiędzy urzędnikami, władzami jednostki terytorialnej i jej mieszkańcami.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 xml:space="preserve">Organizacja i zarządzanie </w:t>
            </w:r>
            <w:r>
              <w:rPr>
                <w:rFonts w:ascii="Corbel" w:hAnsi="Corbel"/>
              </w:rPr>
              <w:t xml:space="preserve">w samorządzie </w:t>
            </w:r>
            <w:r w:rsidRPr="00104398">
              <w:rPr>
                <w:rFonts w:ascii="Corbel" w:hAnsi="Corbel"/>
              </w:rPr>
              <w:t>– podstawowe pojęcia</w:t>
            </w:r>
            <w:r>
              <w:rPr>
                <w:rFonts w:ascii="Corbel" w:hAnsi="Corbe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Cele i podmioty procesów zarządczych w samorządzie terytorialnym.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>Style zarządzania</w:t>
            </w:r>
            <w:r>
              <w:rPr>
                <w:rFonts w:ascii="Corbel" w:hAnsi="Corbel"/>
              </w:rPr>
              <w:t xml:space="preserve"> w sektorze publicznym (samorządzie).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4F457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Planowanie, kierowanie, koordynowanie i nadzór w działalności samorządowych jednostek terytorialnych.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04398">
              <w:rPr>
                <w:rFonts w:ascii="Corbel" w:hAnsi="Corbel"/>
              </w:rPr>
              <w:lastRenderedPageBreak/>
              <w:t>Zarządzanie strategiczne w jednostkach samorządu terytorialnego</w:t>
            </w:r>
            <w:r>
              <w:rPr>
                <w:rFonts w:ascii="Corbel" w:hAnsi="Corbel"/>
              </w:rPr>
              <w:t>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Znaczenie kultury organizacyjnej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Zasoby organizacyjne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i znaczenie kadr jednostek samorządu terytorialnego.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 zarządzania do współrządzenia. Zmiana paradygmatu funkcjonowanie jednostek samorządowych.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Interesariusze w procesach rządzenia wielopodmiotowego na szczeblu lokalnym.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Aktywizacja i uczestnictwo społeczności lokalnej w procesach lokalnego rządzenia.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Innowacje demokratyczne i ich rola w zarządzaniu jednostkami terytorialnymi.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Poprawa jakości i standaryzacja usług świadczonych przez jednostki samorządowe.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Modele świadczenia usług publicznych w jednostkach samorządu terytorialnego. Wybrane przykłady innych państw.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Koprodukcja usług publicznych. Założenia i przykłady koprodukcji usług publicznych. 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Ewaluacja działalności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Polityka informacyjna w jednostkach samorządu terytorialnego.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Przedsiębiorczość w funkcjonowaniu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na szczeblu lokalnym w wybranych obszarach: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a) zarządzanie instytucjami oświatowymi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b) zarządzanie systemem pomocy społecznej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zarządzanie instytucjami kultury </w:t>
            </w:r>
          </w:p>
          <w:p w:rsidR="004F457C" w:rsidRDefault="004F457C" w:rsidP="004F45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d) zarządzanie przestrzenne w jednostkach samorządowych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jednostkami samorządowymi w zależności od ich wielkości i funkcji. Polityka miejska i wyzwania władz dużych ośrodków miejskich.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współpracy jednostek samorządu terytorialnego i ich reprezentacji w zarządzaniu układami terytorialnymi.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457C" w:rsidRDefault="004F457C" w:rsidP="004F457C">
      <w:pPr>
        <w:spacing w:after="0" w:line="240" w:lineRule="auto"/>
        <w:ind w:left="142"/>
        <w:jc w:val="both"/>
      </w:pPr>
      <w:r>
        <w:t>wykłady: wykład z prezentacją multimedialną</w:t>
      </w:r>
    </w:p>
    <w:p w:rsidR="004F457C" w:rsidRDefault="004F457C" w:rsidP="004F457C">
      <w:pPr>
        <w:spacing w:after="0" w:line="240" w:lineRule="auto"/>
        <w:ind w:left="142"/>
        <w:jc w:val="both"/>
      </w:pPr>
      <w:r>
        <w:t>ćwiczenia: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aktów prawnych,  dokumentów i rozwiązań praktycznych dotyczących różnych aspektów zarządzania w jednostkach samorządu terytorialnego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dyskusja moderowana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praca zespołowa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studium przypadku</w:t>
      </w:r>
    </w:p>
    <w:p w:rsidR="004F457C" w:rsidRPr="00451E3A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 xml:space="preserve">film edukacyjny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85747A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- 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85747A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57C" w:rsidRPr="004F457C" w:rsidRDefault="004F457C" w:rsidP="004F45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wykład: kolokwium pisemne </w:t>
            </w:r>
          </w:p>
          <w:p w:rsidR="0085747A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ćwiczenia: aktywny udział w zajęciach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7F27" w:rsidRPr="009D2DE1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Aktywizmy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miejskie, red. B.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Lewenstein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A. Gójska, E. Zielińska, Wydawnictwo Naukowe Scholar, Warszawa 2020. 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8524D">
              <w:rPr>
                <w:rFonts w:ascii="Corbel" w:hAnsi="Corbel"/>
                <w:b w:val="0"/>
                <w:smallCaps w:val="0"/>
                <w:sz w:val="22"/>
              </w:rPr>
              <w:t>Banachowicz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B.,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Wojtaszczyk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K., Żak-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Skwierczyń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M., 2015,Problemy zarządzania w jednostkach samorządu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Katedra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Zarządzania Miastem i Regionem,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Wydział Zarządzania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Łódź.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Kożuch A. i in., 2016,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bszary zarzadzania publicznego, Kraków: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Instytut Spraw Publicznych UJ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Stawasz, D., 2016,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Współczesne dylematy zarządzania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rozwojem miast,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Łódź : Wydawnictwo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3C7F27" w:rsidRPr="008D79B0" w:rsidRDefault="003C7F27" w:rsidP="008D79B0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>Zarządzanie w Jednostkach Samorządu 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red. D. Stawasz, D. Sikora-Fernandez,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Wydawnictwo Placet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Warszawa 2013.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Drozda Ł., 2019, Urbanistyka oddolna. Koszmar partycypacji a wytwarzanie przestrzeni, Wydawnictwo Uniwersytetu Warszawskiego.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Hausner, J., 2008, Zarządzanie publiczne. Podręcznik akademicki, Wydawnictwo Naukowe Scholar, Warszawa. 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Kowalik, J. , 2004, Między partycypacją a zarządzaniem. W poszukiwaniu determinantów skuteczności samorządów miejskich, Wydawnictwo Akademii Świętokrzyskiej, Kielce 2004.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Oleksy-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Gębczyk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A., Niemczyk, A., 2020,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Wykorzystanie instrumentów marketingu relacji w jednostkach samorządu terytorialn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ego, Wydawnictwo C.H. Beck.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Public relations w jednostce samorządu terytorialnego, red. A. Adamus-Matuszyńska, A. Austen, Wydawnictwo C.H. Beck, Warszawa 2011.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Stawasz, D., Sikora-Fernandez, D., 2016, Koncepcja smart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city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 na tle procesów i uwarunkowań rozwoju współczesnych miast, Łódź : Wydawnictwo Uniwersytetu Łódzkiego.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Współzarządzanie publiczne, red. S. Mazur, Wydawnictwo Naukowe Scholar, Warszawa 2015. </w:t>
            </w:r>
          </w:p>
          <w:p w:rsidR="003C7F27" w:rsidRPr="008D79B0" w:rsidRDefault="003C7F27" w:rsidP="008D79B0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Zarządzanie w samorządzie terytorialnym. Najlepsze praktyki, red. M.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Zawicki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, S. Mazur, J. Bober,  Małopolska Szkoła Administracji Publicznej Akademii Ekonomicznej w Krakowie, Kraków 2004.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4CC" w:rsidRDefault="00F524CC" w:rsidP="00C16ABF">
      <w:pPr>
        <w:spacing w:after="0" w:line="240" w:lineRule="auto"/>
      </w:pPr>
      <w:r>
        <w:separator/>
      </w:r>
    </w:p>
  </w:endnote>
  <w:endnote w:type="continuationSeparator" w:id="0">
    <w:p w:rsidR="00F524CC" w:rsidRDefault="00F524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4CC" w:rsidRDefault="00F524CC" w:rsidP="00C16ABF">
      <w:pPr>
        <w:spacing w:after="0" w:line="240" w:lineRule="auto"/>
      </w:pPr>
      <w:r>
        <w:separator/>
      </w:r>
    </w:p>
  </w:footnote>
  <w:footnote w:type="continuationSeparator" w:id="0">
    <w:p w:rsidR="00F524CC" w:rsidRDefault="00F524CC" w:rsidP="00C16ABF">
      <w:pPr>
        <w:spacing w:after="0" w:line="240" w:lineRule="auto"/>
      </w:pPr>
      <w:r>
        <w:continuationSeparator/>
      </w:r>
    </w:p>
  </w:footnote>
  <w:footnote w:id="1">
    <w:p w:rsidR="008D79B0" w:rsidRDefault="008D79B0" w:rsidP="008D79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AB2269"/>
    <w:multiLevelType w:val="multilevel"/>
    <w:tmpl w:val="BC4097F2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136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2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7DC"/>
    <w:rsid w:val="00363F78"/>
    <w:rsid w:val="00397B29"/>
    <w:rsid w:val="003A0A5B"/>
    <w:rsid w:val="003A1176"/>
    <w:rsid w:val="003C0BAE"/>
    <w:rsid w:val="003C7F2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57C"/>
    <w:rsid w:val="004F55A3"/>
    <w:rsid w:val="004F79B0"/>
    <w:rsid w:val="00504048"/>
    <w:rsid w:val="0050496F"/>
    <w:rsid w:val="00513B6F"/>
    <w:rsid w:val="00517C63"/>
    <w:rsid w:val="005353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8C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827"/>
    <w:rsid w:val="00724677"/>
    <w:rsid w:val="00725459"/>
    <w:rsid w:val="007327BD"/>
    <w:rsid w:val="00734608"/>
    <w:rsid w:val="00735525"/>
    <w:rsid w:val="00742DC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4ED"/>
    <w:rsid w:val="008D3DFB"/>
    <w:rsid w:val="008D79B0"/>
    <w:rsid w:val="008E64F4"/>
    <w:rsid w:val="008F12C9"/>
    <w:rsid w:val="008F6E29"/>
    <w:rsid w:val="00916188"/>
    <w:rsid w:val="00923A3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9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B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460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C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8E"/>
    <w:rsid w:val="00F27A7B"/>
    <w:rsid w:val="00F524C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3B1B9"/>
  <w15:docId w15:val="{4E0C14CA-D9FE-49DE-B99F-561E82EA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E1AD2-7A22-41D1-800C-0D9AC625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1309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2021-02-08T15:50:00Z</dcterms:created>
  <dcterms:modified xsi:type="dcterms:W3CDTF">2021-07-05T08:10:00Z</dcterms:modified>
</cp:coreProperties>
</file>